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27D" w:rsidRPr="00892358" w:rsidRDefault="007C427D" w:rsidP="00576A18">
      <w:pPr>
        <w:ind w:left="7080" w:firstLine="708"/>
        <w:jc w:val="center"/>
        <w:rPr>
          <w:rFonts w:ascii="Tahoma" w:hAnsi="Tahoma" w:cs="Tahoma"/>
          <w:b/>
          <w:bCs/>
          <w:sz w:val="20"/>
          <w:szCs w:val="20"/>
        </w:rPr>
      </w:pPr>
      <w:r w:rsidRPr="00892358">
        <w:rPr>
          <w:rFonts w:ascii="Tahoma" w:hAnsi="Tahoma" w:cs="Tahoma"/>
          <w:b/>
          <w:bCs/>
          <w:sz w:val="20"/>
          <w:szCs w:val="20"/>
        </w:rPr>
        <w:t>zał. nr 7</w:t>
      </w:r>
      <w:r>
        <w:rPr>
          <w:rFonts w:ascii="Tahoma" w:hAnsi="Tahoma" w:cs="Tahoma"/>
          <w:b/>
          <w:bCs/>
          <w:sz w:val="20"/>
          <w:szCs w:val="20"/>
        </w:rPr>
        <w:t>a</w:t>
      </w:r>
    </w:p>
    <w:p w:rsidR="007C427D" w:rsidRPr="00892358" w:rsidRDefault="007C427D" w:rsidP="005F756F">
      <w:pPr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INFORMACJA O PARAMETRACH TECHNICZNYCH</w:t>
      </w:r>
    </w:p>
    <w:p w:rsidR="007C427D" w:rsidRPr="00892358" w:rsidRDefault="007C427D" w:rsidP="005F756F">
      <w:pPr>
        <w:pStyle w:val="ListParagraph"/>
        <w:numPr>
          <w:ilvl w:val="0"/>
          <w:numId w:val="2"/>
        </w:numPr>
        <w:ind w:left="426" w:hanging="437"/>
        <w:rPr>
          <w:rFonts w:ascii="Tahoma" w:hAnsi="Tahoma" w:cs="Tahoma"/>
          <w:b/>
          <w:bCs/>
          <w:sz w:val="20"/>
          <w:szCs w:val="20"/>
        </w:rPr>
      </w:pPr>
      <w:r w:rsidRPr="00892358">
        <w:rPr>
          <w:rFonts w:ascii="Tahoma" w:hAnsi="Tahoma" w:cs="Tahoma"/>
          <w:b/>
          <w:bCs/>
          <w:sz w:val="20"/>
          <w:szCs w:val="20"/>
        </w:rPr>
        <w:t>Moduły do urządzeń będących w posiadaniu Zamawiającego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2677"/>
        <w:gridCol w:w="5321"/>
        <w:gridCol w:w="756"/>
      </w:tblGrid>
      <w:tr w:rsidR="007C427D" w:rsidRPr="00892358">
        <w:trPr>
          <w:trHeight w:val="363"/>
        </w:trPr>
        <w:tc>
          <w:tcPr>
            <w:tcW w:w="534" w:type="dxa"/>
            <w:shd w:val="clear" w:color="auto" w:fill="D9D9D9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Moduł</w:t>
            </w:r>
          </w:p>
        </w:tc>
        <w:tc>
          <w:tcPr>
            <w:tcW w:w="5367" w:type="dxa"/>
            <w:shd w:val="clear" w:color="auto" w:fill="D9D9D9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Wymagania techniczne</w:t>
            </w:r>
          </w:p>
        </w:tc>
        <w:tc>
          <w:tcPr>
            <w:tcW w:w="756" w:type="dxa"/>
            <w:shd w:val="clear" w:color="auto" w:fill="D9D9D9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Ilość sztuk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Moduł druku i skanera sieciowego do urządzenia Gestetner MP2510</w:t>
            </w:r>
          </w:p>
        </w:tc>
        <w:tc>
          <w:tcPr>
            <w:tcW w:w="5367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Moduł druku i skanera sieciowego do urządzenia Gestetner MP2550</w:t>
            </w:r>
          </w:p>
        </w:tc>
        <w:tc>
          <w:tcPr>
            <w:tcW w:w="5367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Moduł druku sieciowego do urządzenia Ricoh Aficio 1015</w:t>
            </w:r>
          </w:p>
        </w:tc>
        <w:tc>
          <w:tcPr>
            <w:tcW w:w="5367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Moduł druku i skanera sieciowego do urządzenia Ricoh Aficio 2015</w:t>
            </w:r>
          </w:p>
        </w:tc>
        <w:tc>
          <w:tcPr>
            <w:tcW w:w="5367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Moduł druku sieciowego do urządzenia DevelopIneo 213</w:t>
            </w:r>
          </w:p>
        </w:tc>
        <w:tc>
          <w:tcPr>
            <w:tcW w:w="5367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7C427D" w:rsidRPr="00892358" w:rsidRDefault="007C427D" w:rsidP="005F756F">
      <w:pPr>
        <w:pStyle w:val="ListParagraph"/>
        <w:jc w:val="both"/>
        <w:rPr>
          <w:rFonts w:ascii="Tahoma" w:hAnsi="Tahoma" w:cs="Tahoma"/>
          <w:sz w:val="20"/>
          <w:szCs w:val="20"/>
        </w:rPr>
      </w:pPr>
    </w:p>
    <w:p w:rsidR="007C427D" w:rsidRPr="00892358" w:rsidRDefault="007C427D" w:rsidP="005F756F">
      <w:pPr>
        <w:pStyle w:val="ListParagraph"/>
        <w:numPr>
          <w:ilvl w:val="0"/>
          <w:numId w:val="2"/>
        </w:numPr>
        <w:ind w:left="426" w:hanging="437"/>
        <w:jc w:val="both"/>
        <w:rPr>
          <w:rFonts w:ascii="Tahoma" w:hAnsi="Tahoma" w:cs="Tahoma"/>
          <w:b/>
          <w:bCs/>
          <w:sz w:val="20"/>
          <w:szCs w:val="20"/>
        </w:rPr>
      </w:pPr>
      <w:r w:rsidRPr="00892358">
        <w:rPr>
          <w:rFonts w:ascii="Tahoma" w:hAnsi="Tahoma" w:cs="Tahoma"/>
          <w:b/>
          <w:bCs/>
          <w:sz w:val="20"/>
          <w:szCs w:val="20"/>
        </w:rPr>
        <w:t>Kolorowe, wielofunkcyjne urządzenie laserowe (drukarka sieciowa, kolorowy skaner sieciowy formatu A3) – 2 sztuki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2693"/>
        <w:gridCol w:w="6095"/>
      </w:tblGrid>
      <w:tr w:rsidR="007C427D" w:rsidRPr="00892358">
        <w:trPr>
          <w:trHeight w:val="363"/>
        </w:trPr>
        <w:tc>
          <w:tcPr>
            <w:tcW w:w="534" w:type="dxa"/>
            <w:shd w:val="clear" w:color="auto" w:fill="A6A6A6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6095" w:type="dxa"/>
            <w:shd w:val="clear" w:color="auto" w:fill="A6A6A6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Wymagania techniczne</w:t>
            </w:r>
          </w:p>
        </w:tc>
      </w:tr>
      <w:tr w:rsidR="007C427D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kopiowania mono / kolor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 kopiowania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uzyskania pierwszej kopii wydruku mono / kolor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Zoom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Pamięć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Dysk twardy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Podajniki papieru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Kopiowanie dwustronne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drukowania mono / kolor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Język drukarki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C46FF4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Komunikacja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C46FF4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 xml:space="preserve">Obsługiwane systemy operacyjne (sterowniki dostarczone na nośnikuCD/DVD) </w:t>
            </w:r>
          </w:p>
        </w:tc>
        <w:tc>
          <w:tcPr>
            <w:tcW w:w="6095" w:type="dxa"/>
            <w:vAlign w:val="center"/>
          </w:tcPr>
          <w:p w:rsidR="007C427D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:rsidR="007C427D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:rsidR="007C427D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:rsidR="007C427D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7C427D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skanowania mono / kolor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formaty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wyjściowy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Skanowanie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8788" w:type="dxa"/>
            <w:gridSpan w:val="2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Autoryzacja kodami użytkownika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8788" w:type="dxa"/>
            <w:gridSpan w:val="2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rozbudowy o czytnik kart zbliżeniowych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23.</w:t>
            </w:r>
          </w:p>
        </w:tc>
        <w:tc>
          <w:tcPr>
            <w:tcW w:w="8788" w:type="dxa"/>
            <w:gridSpan w:val="2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Wydruk poufny (odbiór dokumentu po wpisaniu kodu)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24.</w:t>
            </w:r>
          </w:p>
        </w:tc>
        <w:tc>
          <w:tcPr>
            <w:tcW w:w="8788" w:type="dxa"/>
            <w:gridSpan w:val="2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wykonania podglądu zeskanowanego dokumentu w kolorze na panelu urządzenia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25.</w:t>
            </w:r>
          </w:p>
        </w:tc>
        <w:tc>
          <w:tcPr>
            <w:tcW w:w="8788" w:type="dxa"/>
            <w:gridSpan w:val="2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Animowany przewodnik użytkownika na panelu urządzenia umożliwiający lokalizację zacięcia papieru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26.</w:t>
            </w:r>
          </w:p>
        </w:tc>
        <w:tc>
          <w:tcPr>
            <w:tcW w:w="8788" w:type="dxa"/>
            <w:gridSpan w:val="2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Wiek urządzenia nie przekraczający 36 miesięcy</w:t>
            </w:r>
          </w:p>
        </w:tc>
      </w:tr>
    </w:tbl>
    <w:p w:rsidR="007C427D" w:rsidRPr="00892358" w:rsidRDefault="007C427D" w:rsidP="005F756F">
      <w:pPr>
        <w:pStyle w:val="ListParagraph"/>
        <w:ind w:left="426"/>
        <w:jc w:val="both"/>
        <w:rPr>
          <w:rFonts w:ascii="Tahoma" w:hAnsi="Tahoma" w:cs="Tahoma"/>
          <w:b/>
          <w:bCs/>
          <w:sz w:val="20"/>
          <w:szCs w:val="20"/>
        </w:rPr>
      </w:pPr>
    </w:p>
    <w:p w:rsidR="007C427D" w:rsidRPr="00892358" w:rsidRDefault="007C427D" w:rsidP="005F756F">
      <w:pPr>
        <w:pStyle w:val="ListParagraph"/>
        <w:numPr>
          <w:ilvl w:val="0"/>
          <w:numId w:val="2"/>
        </w:numPr>
        <w:ind w:left="426" w:hanging="437"/>
        <w:jc w:val="both"/>
        <w:rPr>
          <w:rFonts w:ascii="Tahoma" w:hAnsi="Tahoma" w:cs="Tahoma"/>
          <w:b/>
          <w:bCs/>
          <w:sz w:val="20"/>
          <w:szCs w:val="20"/>
        </w:rPr>
      </w:pPr>
      <w:r w:rsidRPr="00892358">
        <w:rPr>
          <w:rFonts w:ascii="Tahoma" w:hAnsi="Tahoma" w:cs="Tahoma"/>
          <w:b/>
          <w:bCs/>
          <w:sz w:val="20"/>
          <w:szCs w:val="20"/>
        </w:rPr>
        <w:t>Czarnobiałe wielofunkcyjne urządzenie laserowe typ 1 (drukarka sieciowa, skaner sieciowy formatu A3) – 2 sztuki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2693"/>
        <w:gridCol w:w="6095"/>
      </w:tblGrid>
      <w:tr w:rsidR="007C427D" w:rsidRPr="00892358">
        <w:trPr>
          <w:trHeight w:val="363"/>
        </w:trPr>
        <w:tc>
          <w:tcPr>
            <w:tcW w:w="534" w:type="dxa"/>
            <w:shd w:val="clear" w:color="auto" w:fill="A6A6A6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6095" w:type="dxa"/>
            <w:shd w:val="clear" w:color="auto" w:fill="A6A6A6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Wymagania techniczne</w:t>
            </w:r>
          </w:p>
        </w:tc>
      </w:tr>
      <w:tr w:rsidR="007C427D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kopiowania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 kopiowania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uzyskania pierwszej kopii wydruku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Zoom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Pamięć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Dysk twardy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Podajniki papieru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Kopiowanie dwustronne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papieru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drukowania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Język drukarki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C46FF4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Komunikacja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C46FF4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systemy operacyjne (sterowniki dostarczone na nośniku CD/DVD)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7C427D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skanowania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formaty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wyjściowy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Skanowanie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8788" w:type="dxa"/>
            <w:gridSpan w:val="2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Autoryzacja kodami użytkownika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23.</w:t>
            </w:r>
          </w:p>
        </w:tc>
        <w:tc>
          <w:tcPr>
            <w:tcW w:w="8788" w:type="dxa"/>
            <w:gridSpan w:val="2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rozbudowy o czytnik kart zbliżeniowych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24.</w:t>
            </w:r>
          </w:p>
        </w:tc>
        <w:tc>
          <w:tcPr>
            <w:tcW w:w="8788" w:type="dxa"/>
            <w:gridSpan w:val="2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Wydruk poufny (odbiór dokumentu po wpisaniu kodu)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25.</w:t>
            </w:r>
          </w:p>
        </w:tc>
        <w:tc>
          <w:tcPr>
            <w:tcW w:w="8788" w:type="dxa"/>
            <w:gridSpan w:val="2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udostępniania zeskanowanego dokumentu na urządzeniu z autoryzacją hasłem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26.</w:t>
            </w:r>
          </w:p>
        </w:tc>
        <w:tc>
          <w:tcPr>
            <w:tcW w:w="8788" w:type="dxa"/>
            <w:gridSpan w:val="2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Animowany przewodnik użytkownika na panelu urządzenia umożliwiający lokalizację zacięcia papieru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27.</w:t>
            </w:r>
          </w:p>
        </w:tc>
        <w:tc>
          <w:tcPr>
            <w:tcW w:w="8788" w:type="dxa"/>
            <w:gridSpan w:val="2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Wiek urządzenia nieprzekraczający 36 miesięcy</w:t>
            </w:r>
          </w:p>
        </w:tc>
      </w:tr>
    </w:tbl>
    <w:p w:rsidR="007C427D" w:rsidRPr="00892358" w:rsidRDefault="007C427D" w:rsidP="005F756F">
      <w:pPr>
        <w:rPr>
          <w:rFonts w:ascii="Tahoma" w:hAnsi="Tahoma" w:cs="Tahoma"/>
          <w:b/>
          <w:bCs/>
          <w:sz w:val="20"/>
          <w:szCs w:val="20"/>
        </w:rPr>
      </w:pPr>
    </w:p>
    <w:p w:rsidR="007C427D" w:rsidRPr="00892358" w:rsidRDefault="007C427D" w:rsidP="005F756F">
      <w:pPr>
        <w:pStyle w:val="ListParagraph"/>
        <w:numPr>
          <w:ilvl w:val="0"/>
          <w:numId w:val="2"/>
        </w:numPr>
        <w:ind w:left="426" w:hanging="437"/>
        <w:jc w:val="both"/>
        <w:rPr>
          <w:rFonts w:ascii="Tahoma" w:hAnsi="Tahoma" w:cs="Tahoma"/>
          <w:b/>
          <w:bCs/>
          <w:sz w:val="20"/>
          <w:szCs w:val="20"/>
        </w:rPr>
      </w:pPr>
      <w:r w:rsidRPr="00892358">
        <w:rPr>
          <w:rFonts w:ascii="Tahoma" w:hAnsi="Tahoma" w:cs="Tahoma"/>
          <w:b/>
          <w:bCs/>
          <w:sz w:val="20"/>
          <w:szCs w:val="20"/>
        </w:rPr>
        <w:t>Czarnobiałe wielofunkcyjne urządzenie laserowe typ 2 (drukarka sieciowa, skaner sieciowy formatu A3) – 2 sztuki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2693"/>
        <w:gridCol w:w="6095"/>
      </w:tblGrid>
      <w:tr w:rsidR="007C427D" w:rsidRPr="00892358">
        <w:trPr>
          <w:trHeight w:val="363"/>
        </w:trPr>
        <w:tc>
          <w:tcPr>
            <w:tcW w:w="534" w:type="dxa"/>
            <w:shd w:val="clear" w:color="auto" w:fill="A6A6A6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6095" w:type="dxa"/>
            <w:shd w:val="clear" w:color="auto" w:fill="A6A6A6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Wymagania techniczne</w:t>
            </w:r>
          </w:p>
        </w:tc>
      </w:tr>
      <w:tr w:rsidR="007C427D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kopiowania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 kopiowania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uzyskania pierwszej kopii wydruku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Zoom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Pamięć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Dysk twardy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Podajniki papieru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Kopiowanie dwustronne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papieru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drukowania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Język drukarki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C46FF4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Komunikacja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C46FF4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systemy operacyjne (sterowniki dostarczone na nośniku CD/DVD)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7C427D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skanowania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formaty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wyjściowy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Skanowanie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8788" w:type="dxa"/>
            <w:gridSpan w:val="2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Autoryzacja kodami użytkownika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23.</w:t>
            </w:r>
          </w:p>
        </w:tc>
        <w:tc>
          <w:tcPr>
            <w:tcW w:w="8788" w:type="dxa"/>
            <w:gridSpan w:val="2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rozbudowy o czytnik kart zbliżeniowych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24.</w:t>
            </w:r>
          </w:p>
        </w:tc>
        <w:tc>
          <w:tcPr>
            <w:tcW w:w="8788" w:type="dxa"/>
            <w:gridSpan w:val="2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Wydruk poufny (odbiór dokumentu po wpisaniu kodu)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25.</w:t>
            </w:r>
          </w:p>
        </w:tc>
        <w:tc>
          <w:tcPr>
            <w:tcW w:w="8788" w:type="dxa"/>
            <w:gridSpan w:val="2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udostępniania zeskanowanego dokumentu na urządzeniu z autoryzacją hasłem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26.</w:t>
            </w:r>
          </w:p>
        </w:tc>
        <w:tc>
          <w:tcPr>
            <w:tcW w:w="8788" w:type="dxa"/>
            <w:gridSpan w:val="2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Animowany przewodnik użytkownika na panelu urządzenia umożliwiający lokalizację zacięcia papieru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27.</w:t>
            </w:r>
          </w:p>
        </w:tc>
        <w:tc>
          <w:tcPr>
            <w:tcW w:w="8788" w:type="dxa"/>
            <w:gridSpan w:val="2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Wiek urządzenia nieprzekraczający 36 miesięcy</w:t>
            </w:r>
          </w:p>
        </w:tc>
      </w:tr>
    </w:tbl>
    <w:p w:rsidR="007C427D" w:rsidRDefault="007C427D" w:rsidP="005F756F">
      <w:pPr>
        <w:jc w:val="both"/>
        <w:rPr>
          <w:rFonts w:ascii="Tahoma" w:hAnsi="Tahoma" w:cs="Tahoma"/>
          <w:b/>
          <w:bCs/>
          <w:sz w:val="20"/>
          <w:szCs w:val="20"/>
          <w:lang w:val="en-US"/>
        </w:rPr>
      </w:pPr>
    </w:p>
    <w:p w:rsidR="007C427D" w:rsidRPr="00892358" w:rsidRDefault="007C427D" w:rsidP="005F756F">
      <w:pPr>
        <w:jc w:val="both"/>
        <w:rPr>
          <w:rFonts w:ascii="Tahoma" w:hAnsi="Tahoma" w:cs="Tahoma"/>
          <w:b/>
          <w:bCs/>
          <w:sz w:val="20"/>
          <w:szCs w:val="20"/>
          <w:lang w:val="en-US"/>
        </w:rPr>
      </w:pPr>
    </w:p>
    <w:p w:rsidR="007C427D" w:rsidRPr="00892358" w:rsidRDefault="007C427D" w:rsidP="005F756F">
      <w:pPr>
        <w:pStyle w:val="ListParagraph"/>
        <w:numPr>
          <w:ilvl w:val="0"/>
          <w:numId w:val="2"/>
        </w:numPr>
        <w:ind w:left="426" w:hanging="437"/>
        <w:jc w:val="both"/>
        <w:rPr>
          <w:rFonts w:ascii="Tahoma" w:hAnsi="Tahoma" w:cs="Tahoma"/>
          <w:b/>
          <w:bCs/>
          <w:sz w:val="20"/>
          <w:szCs w:val="20"/>
        </w:rPr>
      </w:pPr>
      <w:r w:rsidRPr="00892358">
        <w:rPr>
          <w:rFonts w:ascii="Tahoma" w:hAnsi="Tahoma" w:cs="Tahoma"/>
          <w:b/>
          <w:bCs/>
          <w:sz w:val="20"/>
          <w:szCs w:val="20"/>
        </w:rPr>
        <w:t>Czarnobiałe wielofunkcyjne urządzenie laserowe typ 3 (drukarka sieciowa, skaner sieciowy, faks formatu A3) – 2 sztuki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2693"/>
        <w:gridCol w:w="6095"/>
      </w:tblGrid>
      <w:tr w:rsidR="007C427D" w:rsidRPr="00892358">
        <w:trPr>
          <w:trHeight w:val="363"/>
        </w:trPr>
        <w:tc>
          <w:tcPr>
            <w:tcW w:w="534" w:type="dxa"/>
            <w:shd w:val="clear" w:color="auto" w:fill="A6A6A6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  <w:shd w:val="clear" w:color="auto" w:fill="A6A6A6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6095" w:type="dxa"/>
            <w:shd w:val="clear" w:color="auto" w:fill="A6A6A6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Wymagania techniczne</w:t>
            </w:r>
          </w:p>
        </w:tc>
      </w:tr>
      <w:tr w:rsidR="007C427D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kopiowania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 kopiowania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Czas uzyskania pierwszej kopii wydruku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Zoom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Pamięć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Dysk twardy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Podajniki papieru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Kopiowanie dwustronne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papieru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drukowania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Język drukarki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C46FF4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Komunikacja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C46FF4">
        <w:trPr>
          <w:trHeight w:val="613"/>
        </w:trPr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systemy operacyjne (sterowniki dostarczone na nośniku CD/DVD)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7C427D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Rozdzielczość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Prędkość skanowania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19.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Obsługiwane formaty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20.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Format wyjściowy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21.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Skanowanie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7C427D" w:rsidRPr="00881C42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81C42">
              <w:rPr>
                <w:rFonts w:ascii="Tahoma" w:hAnsi="Tahoma" w:cs="Tahoma"/>
                <w:b/>
                <w:bCs/>
                <w:sz w:val="20"/>
                <w:szCs w:val="20"/>
              </w:rPr>
              <w:t>FAKS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22.</w:t>
            </w:r>
          </w:p>
        </w:tc>
        <w:tc>
          <w:tcPr>
            <w:tcW w:w="2693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Moduł faksu</w:t>
            </w:r>
          </w:p>
        </w:tc>
        <w:tc>
          <w:tcPr>
            <w:tcW w:w="6095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427D" w:rsidRPr="00892358">
        <w:tc>
          <w:tcPr>
            <w:tcW w:w="9322" w:type="dxa"/>
            <w:gridSpan w:val="3"/>
            <w:shd w:val="clear" w:color="auto" w:fill="D9D9D9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</w:t>
            </w:r>
            <w:r w:rsidRPr="0089235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Autoryzacja kodami użytkownika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89235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rozbudowy o czytnik kart zbliżeniowych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89235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Wydruk poufny (odbiór dokumentu po wpisaniu kodu)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89235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udostępniania zeskanowanego dokumentu na urządzeniu z autoryzacją hasłem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89235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Animowany przewodnik użytkownika na panelu urządzenia umożliwiający lokalizację zacięcia papieru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  <w:r w:rsidRPr="00892358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788" w:type="dxa"/>
            <w:gridSpan w:val="2"/>
            <w:vAlign w:val="center"/>
          </w:tcPr>
          <w:p w:rsidR="007C427D" w:rsidRPr="00892358" w:rsidRDefault="007C427D" w:rsidP="00F43AA2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Wiek urządzenia nieprzekraczający 36 miesięcy</w:t>
            </w:r>
          </w:p>
        </w:tc>
      </w:tr>
    </w:tbl>
    <w:p w:rsidR="007C427D" w:rsidRDefault="007C427D" w:rsidP="005F756F">
      <w:pPr>
        <w:jc w:val="both"/>
        <w:rPr>
          <w:rFonts w:ascii="Tahoma" w:hAnsi="Tahoma" w:cs="Tahoma"/>
          <w:b/>
          <w:bCs/>
          <w:sz w:val="20"/>
          <w:szCs w:val="20"/>
          <w:lang w:val="en-US"/>
        </w:rPr>
      </w:pPr>
    </w:p>
    <w:p w:rsidR="007C427D" w:rsidRDefault="007C427D" w:rsidP="005F756F">
      <w:pPr>
        <w:jc w:val="both"/>
        <w:rPr>
          <w:rFonts w:ascii="Tahoma" w:hAnsi="Tahoma" w:cs="Tahoma"/>
          <w:b/>
          <w:bCs/>
          <w:sz w:val="20"/>
          <w:szCs w:val="20"/>
          <w:lang w:val="en-US"/>
        </w:rPr>
      </w:pPr>
    </w:p>
    <w:p w:rsidR="007C427D" w:rsidRDefault="007C427D" w:rsidP="005F756F">
      <w:pPr>
        <w:jc w:val="both"/>
        <w:rPr>
          <w:rFonts w:ascii="Tahoma" w:hAnsi="Tahoma" w:cs="Tahoma"/>
          <w:b/>
          <w:bCs/>
          <w:sz w:val="20"/>
          <w:szCs w:val="20"/>
          <w:lang w:val="en-US"/>
        </w:rPr>
      </w:pPr>
    </w:p>
    <w:p w:rsidR="007C427D" w:rsidRDefault="007C427D" w:rsidP="005F756F">
      <w:pPr>
        <w:jc w:val="both"/>
        <w:rPr>
          <w:rFonts w:ascii="Tahoma" w:hAnsi="Tahoma" w:cs="Tahoma"/>
          <w:b/>
          <w:bCs/>
          <w:sz w:val="20"/>
          <w:szCs w:val="20"/>
          <w:lang w:val="en-US"/>
        </w:rPr>
      </w:pPr>
    </w:p>
    <w:p w:rsidR="007C427D" w:rsidRDefault="007C427D" w:rsidP="005F756F">
      <w:pPr>
        <w:jc w:val="both"/>
        <w:rPr>
          <w:rFonts w:ascii="Tahoma" w:hAnsi="Tahoma" w:cs="Tahoma"/>
          <w:b/>
          <w:bCs/>
          <w:sz w:val="20"/>
          <w:szCs w:val="20"/>
          <w:lang w:val="en-US"/>
        </w:rPr>
      </w:pPr>
    </w:p>
    <w:p w:rsidR="007C427D" w:rsidRPr="00892358" w:rsidRDefault="007C427D" w:rsidP="005F756F">
      <w:pPr>
        <w:jc w:val="both"/>
        <w:rPr>
          <w:rFonts w:ascii="Tahoma" w:hAnsi="Tahoma" w:cs="Tahoma"/>
          <w:b/>
          <w:bCs/>
          <w:sz w:val="20"/>
          <w:szCs w:val="20"/>
          <w:lang w:val="en-US"/>
        </w:rPr>
      </w:pPr>
    </w:p>
    <w:p w:rsidR="007C427D" w:rsidRDefault="007C427D" w:rsidP="00FB573F">
      <w:pPr>
        <w:pStyle w:val="ListParagraph"/>
        <w:numPr>
          <w:ilvl w:val="0"/>
          <w:numId w:val="2"/>
        </w:numPr>
        <w:spacing w:after="120"/>
        <w:ind w:left="426" w:hanging="437"/>
        <w:jc w:val="both"/>
        <w:rPr>
          <w:rFonts w:ascii="Tahoma" w:hAnsi="Tahoma" w:cs="Tahoma"/>
          <w:b/>
          <w:bCs/>
          <w:sz w:val="20"/>
          <w:szCs w:val="20"/>
        </w:rPr>
      </w:pPr>
      <w:r w:rsidRPr="00892358">
        <w:rPr>
          <w:rFonts w:ascii="Tahoma" w:hAnsi="Tahoma" w:cs="Tahoma"/>
          <w:b/>
          <w:bCs/>
          <w:sz w:val="20"/>
          <w:szCs w:val="20"/>
        </w:rPr>
        <w:t>Oprogramowan</w:t>
      </w:r>
      <w:bookmarkStart w:id="0" w:name="_GoBack"/>
      <w:bookmarkEnd w:id="0"/>
      <w:r w:rsidRPr="00892358">
        <w:rPr>
          <w:rFonts w:ascii="Tahoma" w:hAnsi="Tahoma" w:cs="Tahoma"/>
          <w:b/>
          <w:bCs/>
          <w:sz w:val="20"/>
          <w:szCs w:val="20"/>
        </w:rPr>
        <w:t>ie wspomagające zarządzanie urządzeniami.</w:t>
      </w:r>
    </w:p>
    <w:p w:rsidR="007C427D" w:rsidRDefault="007C427D" w:rsidP="00C46FF4">
      <w:pPr>
        <w:pStyle w:val="ListParagraph"/>
        <w:spacing w:after="120"/>
        <w:ind w:left="-11"/>
        <w:jc w:val="both"/>
        <w:rPr>
          <w:rFonts w:ascii="Tahoma" w:hAnsi="Tahoma" w:cs="Tahoma"/>
          <w:b/>
          <w:bCs/>
          <w:sz w:val="20"/>
          <w:szCs w:val="20"/>
        </w:rPr>
      </w:pPr>
    </w:p>
    <w:p w:rsidR="007C427D" w:rsidRPr="00080366" w:rsidRDefault="007C427D" w:rsidP="00FB573F">
      <w:pPr>
        <w:pStyle w:val="ListParagraph"/>
        <w:spacing w:after="240" w:line="240" w:lineRule="auto"/>
        <w:ind w:left="425"/>
        <w:jc w:val="both"/>
        <w:rPr>
          <w:rFonts w:ascii="Tahoma" w:hAnsi="Tahoma" w:cs="Tahoma"/>
          <w:b/>
          <w:bCs/>
          <w:sz w:val="18"/>
          <w:szCs w:val="18"/>
        </w:rPr>
      </w:pPr>
      <w:r w:rsidRPr="00080366">
        <w:rPr>
          <w:rFonts w:ascii="Tahoma" w:hAnsi="Tahoma" w:cs="Tahoma"/>
          <w:b/>
          <w:bCs/>
          <w:sz w:val="18"/>
          <w:szCs w:val="18"/>
        </w:rPr>
        <w:t xml:space="preserve">(Zarządzanie urządzeniami dostarczonymi przez Wykonawcę oraz urządzeniami będącymi </w:t>
      </w:r>
      <w:r>
        <w:rPr>
          <w:rFonts w:ascii="Tahoma" w:hAnsi="Tahoma" w:cs="Tahoma"/>
          <w:b/>
          <w:bCs/>
          <w:sz w:val="18"/>
          <w:szCs w:val="18"/>
        </w:rPr>
        <w:br/>
      </w:r>
      <w:r w:rsidRPr="00080366">
        <w:rPr>
          <w:rFonts w:ascii="Tahoma" w:hAnsi="Tahoma" w:cs="Tahoma"/>
          <w:b/>
          <w:bCs/>
          <w:sz w:val="18"/>
          <w:szCs w:val="18"/>
        </w:rPr>
        <w:t xml:space="preserve">na wyposażeniu Zamawiającego według załącznika nr 2 z wyłączeniem: Gestetner MP 1500 </w:t>
      </w:r>
      <w:r>
        <w:rPr>
          <w:rFonts w:ascii="Tahoma" w:hAnsi="Tahoma" w:cs="Tahoma"/>
          <w:b/>
          <w:bCs/>
          <w:sz w:val="18"/>
          <w:szCs w:val="18"/>
        </w:rPr>
        <w:br/>
      </w:r>
      <w:r w:rsidRPr="00080366">
        <w:rPr>
          <w:rFonts w:ascii="Tahoma" w:hAnsi="Tahoma" w:cs="Tahoma"/>
          <w:b/>
          <w:bCs/>
          <w:sz w:val="18"/>
          <w:szCs w:val="18"/>
        </w:rPr>
        <w:t>i Lanier 7320 copier)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8752"/>
      </w:tblGrid>
      <w:tr w:rsidR="007C427D" w:rsidRPr="00892358">
        <w:trPr>
          <w:trHeight w:val="363"/>
        </w:trPr>
        <w:tc>
          <w:tcPr>
            <w:tcW w:w="534" w:type="dxa"/>
            <w:shd w:val="clear" w:color="auto" w:fill="D9D9D9"/>
            <w:vAlign w:val="center"/>
          </w:tcPr>
          <w:p w:rsidR="007C427D" w:rsidRPr="00892358" w:rsidRDefault="007C427D" w:rsidP="00B7607B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8752" w:type="dxa"/>
            <w:shd w:val="clear" w:color="auto" w:fill="D9D9D9"/>
            <w:vAlign w:val="center"/>
          </w:tcPr>
          <w:p w:rsidR="007C427D" w:rsidRPr="00892358" w:rsidRDefault="007C427D" w:rsidP="00B7607B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358">
              <w:rPr>
                <w:rFonts w:ascii="Tahoma" w:hAnsi="Tahoma" w:cs="Tahoma"/>
                <w:b/>
                <w:bCs/>
                <w:sz w:val="20"/>
                <w:szCs w:val="20"/>
              </w:rPr>
              <w:t>Wymagania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B7607B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8752" w:type="dxa"/>
            <w:vAlign w:val="center"/>
          </w:tcPr>
          <w:p w:rsidR="007C427D" w:rsidRPr="00892358" w:rsidRDefault="007C427D" w:rsidP="00B7607B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Monitorowanie statusu dla wszystkich zaproponowanych urządzeń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B7607B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8752" w:type="dxa"/>
            <w:vAlign w:val="center"/>
          </w:tcPr>
          <w:p w:rsidR="007C427D" w:rsidRPr="00892358" w:rsidRDefault="007C427D" w:rsidP="00412BFA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analizy ilości materiałów eksploatacyjnych w eksploatowanych urządzeniach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B7607B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8752" w:type="dxa"/>
            <w:vAlign w:val="center"/>
          </w:tcPr>
          <w:p w:rsidR="007C427D" w:rsidRPr="00892358" w:rsidRDefault="007C427D" w:rsidP="00B7607B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podglądu statusu wszystkich zaproponowanych urządzeń na jednym panelu użytkownika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B7607B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8752" w:type="dxa"/>
            <w:vAlign w:val="center"/>
          </w:tcPr>
          <w:p w:rsidR="007C427D" w:rsidRPr="00892358" w:rsidRDefault="007C427D" w:rsidP="00B7607B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Możliwość rozliczania wydruków i kopii dla wszystkich zaproponowanych urządzeń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B7607B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8752" w:type="dxa"/>
            <w:vAlign w:val="center"/>
          </w:tcPr>
          <w:p w:rsidR="007C427D" w:rsidRPr="00892358" w:rsidRDefault="007C427D" w:rsidP="00B7607B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Raportowanie wydruków w rozbiciu na użytkownika lub wydział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B7607B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8752" w:type="dxa"/>
            <w:vAlign w:val="center"/>
          </w:tcPr>
          <w:p w:rsidR="007C427D" w:rsidRPr="00892358" w:rsidRDefault="007C427D" w:rsidP="00B7607B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Raportowanie wydruków z uwzględnieniem miejsca powstawania kosztów (MPK)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892358" w:rsidRDefault="007C427D" w:rsidP="00B7607B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8752" w:type="dxa"/>
            <w:vAlign w:val="center"/>
          </w:tcPr>
          <w:p w:rsidR="007C427D" w:rsidRPr="00892358" w:rsidRDefault="007C427D" w:rsidP="00B7607B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892358">
              <w:rPr>
                <w:rFonts w:ascii="Tahoma" w:hAnsi="Tahoma" w:cs="Tahoma"/>
                <w:sz w:val="20"/>
                <w:szCs w:val="20"/>
              </w:rPr>
              <w:t>Raportowania wydruków z uwzględnieniem wykorzystania poszczególnych urządzeń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B7607B" w:rsidRDefault="007C427D" w:rsidP="00B7607B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607B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8752" w:type="dxa"/>
            <w:vAlign w:val="center"/>
          </w:tcPr>
          <w:p w:rsidR="007C427D" w:rsidRPr="00B7607B" w:rsidRDefault="007C427D" w:rsidP="00B7607B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B7607B">
              <w:rPr>
                <w:rFonts w:ascii="Tahoma" w:hAnsi="Tahoma" w:cs="Tahoma"/>
                <w:sz w:val="20"/>
                <w:szCs w:val="20"/>
              </w:rPr>
              <w:t>Integracja z Active Directory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B7607B" w:rsidRDefault="007C427D" w:rsidP="00B7607B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607B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8752" w:type="dxa"/>
            <w:vAlign w:val="center"/>
          </w:tcPr>
          <w:p w:rsidR="007C427D" w:rsidRPr="00B7607B" w:rsidRDefault="007C427D" w:rsidP="00B7607B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B7607B">
              <w:rPr>
                <w:rFonts w:ascii="Tahoma" w:hAnsi="Tahoma" w:cs="Tahoma"/>
                <w:sz w:val="20"/>
                <w:szCs w:val="20"/>
              </w:rPr>
              <w:t>Aplikacja nie wymaga instalacji agenta</w:t>
            </w:r>
          </w:p>
        </w:tc>
      </w:tr>
      <w:tr w:rsidR="007C427D" w:rsidRPr="00892358">
        <w:tc>
          <w:tcPr>
            <w:tcW w:w="534" w:type="dxa"/>
            <w:vAlign w:val="center"/>
          </w:tcPr>
          <w:p w:rsidR="007C427D" w:rsidRPr="00B7607B" w:rsidRDefault="007C427D" w:rsidP="00B7607B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607B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8752" w:type="dxa"/>
            <w:vAlign w:val="center"/>
          </w:tcPr>
          <w:p w:rsidR="007C427D" w:rsidRPr="00B7607B" w:rsidRDefault="007C427D" w:rsidP="0041755E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Licencja </w:t>
            </w:r>
            <w:r w:rsidRPr="00B7607B">
              <w:rPr>
                <w:rFonts w:ascii="Tahoma" w:hAnsi="Tahoma" w:cs="Tahoma"/>
                <w:sz w:val="20"/>
                <w:szCs w:val="20"/>
              </w:rPr>
              <w:t xml:space="preserve">na użytkowanie </w:t>
            </w:r>
            <w:r>
              <w:rPr>
                <w:rFonts w:ascii="Tahoma" w:hAnsi="Tahoma" w:cs="Tahoma"/>
                <w:sz w:val="20"/>
                <w:szCs w:val="20"/>
              </w:rPr>
              <w:t>oprogramowania wystawiona pisemnie na Zamawiającego</w:t>
            </w:r>
          </w:p>
        </w:tc>
      </w:tr>
    </w:tbl>
    <w:p w:rsidR="007C427D" w:rsidRPr="00892358" w:rsidRDefault="007C427D" w:rsidP="003665BF">
      <w:pPr>
        <w:pStyle w:val="ListParagraph"/>
        <w:ind w:left="426"/>
        <w:jc w:val="both"/>
        <w:rPr>
          <w:rFonts w:ascii="Tahoma" w:hAnsi="Tahoma" w:cs="Tahoma"/>
          <w:b/>
          <w:bCs/>
          <w:sz w:val="20"/>
          <w:szCs w:val="20"/>
        </w:rPr>
      </w:pPr>
    </w:p>
    <w:p w:rsidR="007C427D" w:rsidRPr="00892358" w:rsidRDefault="007C427D" w:rsidP="005F756F">
      <w:pPr>
        <w:rPr>
          <w:rFonts w:ascii="Tahoma" w:hAnsi="Tahoma" w:cs="Tahoma"/>
          <w:b/>
          <w:bCs/>
          <w:sz w:val="20"/>
          <w:szCs w:val="20"/>
        </w:rPr>
      </w:pPr>
    </w:p>
    <w:p w:rsidR="007C427D" w:rsidRPr="00892358" w:rsidRDefault="007C427D" w:rsidP="00EC121D">
      <w:pPr>
        <w:pStyle w:val="ListParagraph"/>
        <w:jc w:val="both"/>
        <w:rPr>
          <w:rFonts w:ascii="Tahoma" w:hAnsi="Tahoma" w:cs="Tahoma"/>
          <w:sz w:val="20"/>
          <w:szCs w:val="20"/>
        </w:rPr>
      </w:pPr>
    </w:p>
    <w:p w:rsidR="007C427D" w:rsidRPr="00892358" w:rsidRDefault="007C427D" w:rsidP="0097090D">
      <w:pPr>
        <w:rPr>
          <w:rFonts w:ascii="Tahoma" w:hAnsi="Tahoma" w:cs="Tahoma"/>
          <w:b/>
          <w:bCs/>
          <w:sz w:val="20"/>
          <w:szCs w:val="20"/>
        </w:rPr>
      </w:pPr>
    </w:p>
    <w:sectPr w:rsidR="007C427D" w:rsidRPr="00892358" w:rsidSect="00832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427D" w:rsidRDefault="007C427D" w:rsidP="00DB728B">
      <w:pPr>
        <w:spacing w:after="0" w:line="240" w:lineRule="auto"/>
      </w:pPr>
      <w:r>
        <w:separator/>
      </w:r>
    </w:p>
  </w:endnote>
  <w:endnote w:type="continuationSeparator" w:id="1">
    <w:p w:rsidR="007C427D" w:rsidRDefault="007C427D" w:rsidP="00DB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427D" w:rsidRDefault="007C427D" w:rsidP="00DB728B">
      <w:pPr>
        <w:spacing w:after="0" w:line="240" w:lineRule="auto"/>
      </w:pPr>
      <w:r>
        <w:separator/>
      </w:r>
    </w:p>
  </w:footnote>
  <w:footnote w:type="continuationSeparator" w:id="1">
    <w:p w:rsidR="007C427D" w:rsidRDefault="007C427D" w:rsidP="00DB72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337BF"/>
    <w:multiLevelType w:val="hybridMultilevel"/>
    <w:tmpl w:val="2E3AF278"/>
    <w:lvl w:ilvl="0" w:tplc="B8DC7CE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B06C84"/>
    <w:multiLevelType w:val="hybridMultilevel"/>
    <w:tmpl w:val="C3E81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551708A6"/>
    <w:multiLevelType w:val="hybridMultilevel"/>
    <w:tmpl w:val="11925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68D5"/>
    <w:rsid w:val="00003CBE"/>
    <w:rsid w:val="00016D39"/>
    <w:rsid w:val="00022346"/>
    <w:rsid w:val="00035ADC"/>
    <w:rsid w:val="00035B11"/>
    <w:rsid w:val="00041721"/>
    <w:rsid w:val="00042712"/>
    <w:rsid w:val="0004397F"/>
    <w:rsid w:val="00062B6C"/>
    <w:rsid w:val="00080366"/>
    <w:rsid w:val="00080602"/>
    <w:rsid w:val="00082085"/>
    <w:rsid w:val="000A774B"/>
    <w:rsid w:val="000B56AB"/>
    <w:rsid w:val="000E602D"/>
    <w:rsid w:val="00105434"/>
    <w:rsid w:val="00145F8D"/>
    <w:rsid w:val="00195724"/>
    <w:rsid w:val="001960A3"/>
    <w:rsid w:val="001C6316"/>
    <w:rsid w:val="001C7748"/>
    <w:rsid w:val="0022745D"/>
    <w:rsid w:val="00232660"/>
    <w:rsid w:val="00233742"/>
    <w:rsid w:val="00242567"/>
    <w:rsid w:val="002473E3"/>
    <w:rsid w:val="002506EA"/>
    <w:rsid w:val="00261C13"/>
    <w:rsid w:val="00264DCD"/>
    <w:rsid w:val="00272096"/>
    <w:rsid w:val="00277996"/>
    <w:rsid w:val="002A2274"/>
    <w:rsid w:val="002B0217"/>
    <w:rsid w:val="002B0D2D"/>
    <w:rsid w:val="002B1122"/>
    <w:rsid w:val="002B2D6C"/>
    <w:rsid w:val="003205F1"/>
    <w:rsid w:val="003338B2"/>
    <w:rsid w:val="00337DCA"/>
    <w:rsid w:val="00347307"/>
    <w:rsid w:val="00352BF3"/>
    <w:rsid w:val="003665BF"/>
    <w:rsid w:val="00371759"/>
    <w:rsid w:val="00372269"/>
    <w:rsid w:val="003761EC"/>
    <w:rsid w:val="00383A28"/>
    <w:rsid w:val="00390CAB"/>
    <w:rsid w:val="003953B1"/>
    <w:rsid w:val="003B2637"/>
    <w:rsid w:val="003C15F0"/>
    <w:rsid w:val="003E4AF5"/>
    <w:rsid w:val="003F45D3"/>
    <w:rsid w:val="00402DCB"/>
    <w:rsid w:val="00410CBE"/>
    <w:rsid w:val="00412BFA"/>
    <w:rsid w:val="00414352"/>
    <w:rsid w:val="0041755E"/>
    <w:rsid w:val="0042531D"/>
    <w:rsid w:val="00426B8A"/>
    <w:rsid w:val="00441898"/>
    <w:rsid w:val="00441AD9"/>
    <w:rsid w:val="004518A7"/>
    <w:rsid w:val="004570A8"/>
    <w:rsid w:val="00475B6D"/>
    <w:rsid w:val="004929E1"/>
    <w:rsid w:val="004A2311"/>
    <w:rsid w:val="004A7091"/>
    <w:rsid w:val="004B6F1F"/>
    <w:rsid w:val="004E1218"/>
    <w:rsid w:val="004E6C7B"/>
    <w:rsid w:val="00500897"/>
    <w:rsid w:val="0050106D"/>
    <w:rsid w:val="005220AE"/>
    <w:rsid w:val="005327E7"/>
    <w:rsid w:val="00532BC2"/>
    <w:rsid w:val="00543926"/>
    <w:rsid w:val="005608FC"/>
    <w:rsid w:val="00567A39"/>
    <w:rsid w:val="00576A18"/>
    <w:rsid w:val="005B1532"/>
    <w:rsid w:val="005B4F96"/>
    <w:rsid w:val="005B6634"/>
    <w:rsid w:val="005D2263"/>
    <w:rsid w:val="005D3FF2"/>
    <w:rsid w:val="005F756F"/>
    <w:rsid w:val="00630563"/>
    <w:rsid w:val="00647104"/>
    <w:rsid w:val="00652B77"/>
    <w:rsid w:val="00654D0F"/>
    <w:rsid w:val="00666DBC"/>
    <w:rsid w:val="00696F5D"/>
    <w:rsid w:val="006C3EED"/>
    <w:rsid w:val="006C44F8"/>
    <w:rsid w:val="006E1921"/>
    <w:rsid w:val="00732A8B"/>
    <w:rsid w:val="00752290"/>
    <w:rsid w:val="00757D17"/>
    <w:rsid w:val="00761AA8"/>
    <w:rsid w:val="00784812"/>
    <w:rsid w:val="007A11D7"/>
    <w:rsid w:val="007B4ACB"/>
    <w:rsid w:val="007B62D0"/>
    <w:rsid w:val="007C427D"/>
    <w:rsid w:val="007C5073"/>
    <w:rsid w:val="0080006D"/>
    <w:rsid w:val="008320AA"/>
    <w:rsid w:val="00834D2A"/>
    <w:rsid w:val="0083742D"/>
    <w:rsid w:val="00847A5D"/>
    <w:rsid w:val="00857753"/>
    <w:rsid w:val="00865442"/>
    <w:rsid w:val="0087395D"/>
    <w:rsid w:val="00881C42"/>
    <w:rsid w:val="00892358"/>
    <w:rsid w:val="008A5FCE"/>
    <w:rsid w:val="008A695A"/>
    <w:rsid w:val="008B600E"/>
    <w:rsid w:val="008C3C08"/>
    <w:rsid w:val="008C617F"/>
    <w:rsid w:val="008C78A6"/>
    <w:rsid w:val="008D441F"/>
    <w:rsid w:val="008D4F79"/>
    <w:rsid w:val="008F060E"/>
    <w:rsid w:val="00926F5C"/>
    <w:rsid w:val="00947164"/>
    <w:rsid w:val="0096480D"/>
    <w:rsid w:val="0097090D"/>
    <w:rsid w:val="00986532"/>
    <w:rsid w:val="00992B88"/>
    <w:rsid w:val="009A262D"/>
    <w:rsid w:val="009B4CDC"/>
    <w:rsid w:val="009C5025"/>
    <w:rsid w:val="009C723E"/>
    <w:rsid w:val="009D1E53"/>
    <w:rsid w:val="009E46F2"/>
    <w:rsid w:val="009E58CC"/>
    <w:rsid w:val="009F7CF0"/>
    <w:rsid w:val="00A05E2B"/>
    <w:rsid w:val="00A164D2"/>
    <w:rsid w:val="00A211B2"/>
    <w:rsid w:val="00A31C87"/>
    <w:rsid w:val="00A642F4"/>
    <w:rsid w:val="00A9039E"/>
    <w:rsid w:val="00A92BB8"/>
    <w:rsid w:val="00AA39C5"/>
    <w:rsid w:val="00AC7FAB"/>
    <w:rsid w:val="00AE0499"/>
    <w:rsid w:val="00AE05DA"/>
    <w:rsid w:val="00AF1EBA"/>
    <w:rsid w:val="00B07F4B"/>
    <w:rsid w:val="00B21D69"/>
    <w:rsid w:val="00B24655"/>
    <w:rsid w:val="00B34C72"/>
    <w:rsid w:val="00B6021D"/>
    <w:rsid w:val="00B61C06"/>
    <w:rsid w:val="00B7607B"/>
    <w:rsid w:val="00B93841"/>
    <w:rsid w:val="00B968D5"/>
    <w:rsid w:val="00BA13BD"/>
    <w:rsid w:val="00BF174D"/>
    <w:rsid w:val="00C06462"/>
    <w:rsid w:val="00C46FF4"/>
    <w:rsid w:val="00C47E15"/>
    <w:rsid w:val="00C54A3E"/>
    <w:rsid w:val="00C645C0"/>
    <w:rsid w:val="00C6533B"/>
    <w:rsid w:val="00C72C78"/>
    <w:rsid w:val="00C74A07"/>
    <w:rsid w:val="00C90C4A"/>
    <w:rsid w:val="00C92CF3"/>
    <w:rsid w:val="00C95156"/>
    <w:rsid w:val="00CC2723"/>
    <w:rsid w:val="00CD452B"/>
    <w:rsid w:val="00D217F0"/>
    <w:rsid w:val="00D33066"/>
    <w:rsid w:val="00D35DB5"/>
    <w:rsid w:val="00D41BCB"/>
    <w:rsid w:val="00D6495C"/>
    <w:rsid w:val="00D7336E"/>
    <w:rsid w:val="00D94F7E"/>
    <w:rsid w:val="00DA5D52"/>
    <w:rsid w:val="00DB728B"/>
    <w:rsid w:val="00DC2102"/>
    <w:rsid w:val="00DC6CDE"/>
    <w:rsid w:val="00DD2E0A"/>
    <w:rsid w:val="00DE17FF"/>
    <w:rsid w:val="00DE30E7"/>
    <w:rsid w:val="00E03702"/>
    <w:rsid w:val="00E10B5F"/>
    <w:rsid w:val="00E142BC"/>
    <w:rsid w:val="00E17305"/>
    <w:rsid w:val="00E23235"/>
    <w:rsid w:val="00E46AA0"/>
    <w:rsid w:val="00E73F97"/>
    <w:rsid w:val="00EC121D"/>
    <w:rsid w:val="00ED2511"/>
    <w:rsid w:val="00EE5CE3"/>
    <w:rsid w:val="00EE7308"/>
    <w:rsid w:val="00F01B28"/>
    <w:rsid w:val="00F2703D"/>
    <w:rsid w:val="00F31F73"/>
    <w:rsid w:val="00F43AA2"/>
    <w:rsid w:val="00F46690"/>
    <w:rsid w:val="00F8792E"/>
    <w:rsid w:val="00F97BF2"/>
    <w:rsid w:val="00FA197F"/>
    <w:rsid w:val="00FA522D"/>
    <w:rsid w:val="00FA5E7A"/>
    <w:rsid w:val="00FB2282"/>
    <w:rsid w:val="00FB573F"/>
    <w:rsid w:val="00FB5E5B"/>
    <w:rsid w:val="00FC314D"/>
    <w:rsid w:val="00FC565C"/>
    <w:rsid w:val="00FD3DE8"/>
    <w:rsid w:val="00FD556E"/>
    <w:rsid w:val="00FF178D"/>
    <w:rsid w:val="00FF29C8"/>
    <w:rsid w:val="00FF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0A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D441F"/>
    <w:pPr>
      <w:ind w:left="720"/>
    </w:pPr>
  </w:style>
  <w:style w:type="table" w:styleId="TableGrid">
    <w:name w:val="Table Grid"/>
    <w:basedOn w:val="TableNormal"/>
    <w:uiPriority w:val="99"/>
    <w:rsid w:val="00EC121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B2282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B228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B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B728B"/>
  </w:style>
  <w:style w:type="paragraph" w:styleId="Footer">
    <w:name w:val="footer"/>
    <w:basedOn w:val="Normal"/>
    <w:link w:val="FooterChar"/>
    <w:uiPriority w:val="99"/>
    <w:rsid w:val="00DB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B72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5</Pages>
  <Words>885</Words>
  <Characters>5312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Daniel</dc:creator>
  <cp:keywords/>
  <dc:description/>
  <cp:lastModifiedBy>Starostwo Powiatowe</cp:lastModifiedBy>
  <cp:revision>4</cp:revision>
  <cp:lastPrinted>2012-02-27T10:26:00Z</cp:lastPrinted>
  <dcterms:created xsi:type="dcterms:W3CDTF">2012-03-01T07:21:00Z</dcterms:created>
  <dcterms:modified xsi:type="dcterms:W3CDTF">2012-03-01T09:13:00Z</dcterms:modified>
</cp:coreProperties>
</file>